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558DEA9D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3005B0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6F97FB5" w14:textId="77777777" w:rsidR="003005B0" w:rsidRPr="006B56FD" w:rsidRDefault="000855FF" w:rsidP="003005B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3005B0">
              <w:rPr>
                <w:rFonts w:asciiTheme="minorHAnsi" w:hAnsiTheme="minorHAnsi" w:cstheme="minorHAnsi"/>
                <w:b/>
              </w:rPr>
              <w:t>Białystok</w:t>
            </w:r>
          </w:p>
          <w:p w14:paraId="0CA53D1E" w14:textId="77777777" w:rsidR="003005B0" w:rsidRDefault="003005B0" w:rsidP="003005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15-950 Białystok</w:t>
            </w:r>
          </w:p>
          <w:p w14:paraId="014F11D1" w14:textId="3A264CC4" w:rsidR="000855FF" w:rsidRPr="000855FF" w:rsidRDefault="003005B0" w:rsidP="003005B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sz w:val="20"/>
              </w:rPr>
              <w:t xml:space="preserve">  ul. Elektryczna 13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11050308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3005B0" w:rsidRPr="00EB6E7E">
        <w:rPr>
          <w:rFonts w:cstheme="minorHAnsi"/>
          <w:b/>
          <w:szCs w:val="18"/>
          <w:lang w:eastAsia="pl-PL"/>
        </w:rPr>
        <w:t>POST/DYS/OB/GZA/0</w:t>
      </w:r>
      <w:r w:rsidR="009F4175">
        <w:rPr>
          <w:rFonts w:cstheme="minorHAnsi"/>
          <w:b/>
          <w:szCs w:val="18"/>
          <w:lang w:eastAsia="pl-PL"/>
        </w:rPr>
        <w:t>252</w:t>
      </w:r>
      <w:r w:rsidR="00547564">
        <w:rPr>
          <w:rFonts w:cstheme="minorHAnsi"/>
          <w:b/>
          <w:szCs w:val="18"/>
          <w:lang w:eastAsia="pl-PL"/>
        </w:rPr>
        <w:t>3</w:t>
      </w:r>
      <w:r w:rsidR="003005B0" w:rsidRPr="00EB6E7E">
        <w:rPr>
          <w:rFonts w:cstheme="minorHAnsi"/>
          <w:b/>
          <w:szCs w:val="18"/>
          <w:lang w:eastAsia="pl-PL"/>
        </w:rPr>
        <w:t>/2025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547564" w:rsidRPr="00547564">
        <w:rPr>
          <w:rFonts w:cstheme="minorHAnsi"/>
          <w:b/>
          <w:szCs w:val="18"/>
          <w:lang w:eastAsia="pl-PL"/>
        </w:rPr>
        <w:t>Opracowanie projektów budowlano-wykonawczych budowy sieci elektroenergetycznej SN na terenie działalności Rejonu Energetycznego Białystok Teren PGE Dystrybucja S.A. Oddz</w:t>
      </w:r>
      <w:r w:rsidR="00547564">
        <w:rPr>
          <w:rFonts w:cstheme="minorHAnsi"/>
          <w:b/>
          <w:szCs w:val="18"/>
          <w:lang w:eastAsia="pl-PL"/>
        </w:rPr>
        <w:t>iał Białystok – 5 części</w:t>
      </w:r>
      <w:bookmarkStart w:id="6" w:name="_GoBack"/>
      <w:bookmarkEnd w:id="6"/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02342C8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694"/>
        <w:gridCol w:w="2409"/>
        <w:gridCol w:w="1843"/>
        <w:gridCol w:w="2268"/>
      </w:tblGrid>
      <w:tr w:rsidR="003005B0" w:rsidRPr="000855FF" w14:paraId="23C921CF" w14:textId="77777777" w:rsidTr="003005B0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3005B0" w:rsidRPr="002F4B1B" w:rsidRDefault="003005B0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3005B0" w:rsidRPr="002F4B1B" w:rsidRDefault="003005B0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3005B0" w:rsidRPr="002F4B1B" w:rsidRDefault="003005B0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3005B0" w:rsidRPr="002F4B1B" w:rsidRDefault="003005B0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3005B0" w:rsidRPr="002F4B1B" w:rsidRDefault="003005B0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</w:tr>
      <w:tr w:rsidR="003005B0" w:rsidRPr="000855FF" w14:paraId="78DE874D" w14:textId="77777777" w:rsidTr="000118A0">
        <w:trPr>
          <w:trHeight w:val="529"/>
        </w:trPr>
        <w:tc>
          <w:tcPr>
            <w:tcW w:w="9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2474" w14:textId="77DA2314" w:rsidR="003005B0" w:rsidRPr="009F4175" w:rsidRDefault="009F4175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lang w:eastAsia="pl-PL"/>
              </w:rPr>
            </w:pPr>
            <w:r w:rsidRPr="009F4175">
              <w:rPr>
                <w:rFonts w:cstheme="minorHAnsi"/>
                <w:lang w:eastAsia="pl-PL"/>
              </w:rPr>
              <w:t>co najmniej jedną osobą posiadającą uprawnienia do projektowania bez ograniczeń w specjalności instalacyjnej w zakresie sieci, instalacji i urządzeń elektrycznych i elektroenergetycznych, posiadającą aktualny wpis do Polskiej Izby Inżynierów Budownictwa</w:t>
            </w:r>
          </w:p>
        </w:tc>
      </w:tr>
      <w:tr w:rsidR="003005B0" w:rsidRPr="000855FF" w14:paraId="38DD3011" w14:textId="77777777" w:rsidTr="003005B0">
        <w:trPr>
          <w:trHeight w:val="56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456D399E" w:rsidR="003005B0" w:rsidRPr="000855FF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3005B0" w:rsidRPr="000855FF" w14:paraId="087D85F7" w14:textId="77777777" w:rsidTr="003005B0">
        <w:trPr>
          <w:trHeight w:val="54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C834911" w:rsidR="003005B0" w:rsidRPr="000855FF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3005B0" w:rsidRPr="000855FF" w14:paraId="763A1268" w14:textId="77777777" w:rsidTr="003005B0">
        <w:trPr>
          <w:trHeight w:val="55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41891A63" w:rsidR="003005B0" w:rsidRPr="000855FF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3005B0" w:rsidRPr="000855FF" w14:paraId="67F67CBB" w14:textId="77777777" w:rsidTr="003005B0">
        <w:trPr>
          <w:trHeight w:val="5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A04AC2D" w:rsidR="003005B0" w:rsidRPr="000855FF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3005B0" w:rsidRPr="000855FF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8AAA2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741D311" w14:textId="77777777" w:rsidR="009F4175" w:rsidRDefault="009F4175" w:rsidP="009F4175">
          <w:pPr>
            <w:suppressAutoHyphens/>
            <w:ind w:right="187"/>
            <w:rPr>
              <w:sz w:val="16"/>
              <w:szCs w:val="16"/>
            </w:rPr>
          </w:pPr>
          <w:r w:rsidRPr="00BF57F8">
            <w:rPr>
              <w:sz w:val="16"/>
              <w:szCs w:val="16"/>
            </w:rPr>
            <w:t>Opracowanie projektów budowlano-wykonawczych budowy sieci elektroenergetycznej SN na terenie działalności Rejonu Energetycznego Białystok Teren PGE Dystrybucja S.A. Oddział Białystok – 5 części</w:t>
          </w:r>
        </w:p>
        <w:p w14:paraId="234AF4AA" w14:textId="63BC1DD4" w:rsidR="009F4175" w:rsidRPr="006B2C28" w:rsidRDefault="009F4175" w:rsidP="009F417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P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OST/DYS/OB/GZA/0252</w:t>
          </w:r>
          <w:r w:rsidR="00547564">
            <w:rPr>
              <w:rFonts w:asciiTheme="majorHAnsi" w:hAnsiTheme="majorHAnsi"/>
              <w:color w:val="000000" w:themeColor="text1"/>
              <w:sz w:val="14"/>
              <w:szCs w:val="18"/>
            </w:rPr>
            <w:t>3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AE7EC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5B0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7564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4175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2523 - Załącznik nr 8.docx</dmsv2BaseFileName>
    <dmsv2BaseDisplayName xmlns="http://schemas.microsoft.com/sharepoint/v3">2523 - Załącznik nr 8</dmsv2BaseDisplayName>
    <dmsv2SWPP2ObjectNumber xmlns="http://schemas.microsoft.com/sharepoint/v3">POST/DYS/OB/GZA/02523/2025                        </dmsv2SWPP2ObjectNumber>
    <dmsv2SWPP2SumMD5 xmlns="http://schemas.microsoft.com/sharepoint/v3">caf91f13210b17c98b817d56d54f9955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686331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22865607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XD3KHSRJV2AP-1441292327-5653</_dlc_DocId>
    <_dlc_DocIdUrl xmlns="a19cb1c7-c5c7-46d4-85ae-d83685407bba">
      <Url>https://swpp2.dms.gkpge.pl/sites/38/_layouts/15/DocIdRedir.aspx?ID=XD3KHSRJV2AP-1441292327-5653</Url>
      <Description>XD3KHSRJV2AP-1441292327-5653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4D48F1-4E9A-45B6-BCB8-CEB7A40B4A9C}"/>
</file>

<file path=customXml/itemProps4.xml><?xml version="1.0" encoding="utf-8"?>
<ds:datastoreItem xmlns:ds="http://schemas.openxmlformats.org/officeDocument/2006/customXml" ds:itemID="{5B073B88-51DC-4CE3-9DA9-86769B70B12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3911D58-93EF-4A63-B13C-4208AA830C4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72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17</cp:revision>
  <cp:lastPrinted>2024-07-15T11:21:00Z</cp:lastPrinted>
  <dcterms:created xsi:type="dcterms:W3CDTF">2025-01-15T13:15:00Z</dcterms:created>
  <dcterms:modified xsi:type="dcterms:W3CDTF">2025-07-05T10:05:00Z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b62b7962-6afb-421c-a245-ee2a43df779e</vt:lpwstr>
  </property>
</Properties>
</file>